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CAC" w:rsidRDefault="00EA1CAC" w:rsidP="00DD44FB">
      <w:pPr>
        <w:spacing w:after="0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Лист коррекции КТП   по родной (татарской) литературе ( с 12.05.20 по 16.05.20)</w:t>
      </w:r>
    </w:p>
    <w:p w:rsidR="00EA1CAC" w:rsidRDefault="00EA1CAC" w:rsidP="00DD44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EA1CAC" w:rsidRDefault="00EA1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Ишмухамметова  Г.К.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5"/>
        <w:gridCol w:w="1417"/>
        <w:gridCol w:w="4111"/>
        <w:gridCol w:w="2410"/>
        <w:gridCol w:w="2626"/>
        <w:gridCol w:w="1768"/>
        <w:gridCol w:w="2410"/>
      </w:tblGrid>
      <w:tr w:rsidR="00EA1CAC" w:rsidRPr="000F4E62" w:rsidTr="000F4E62">
        <w:tc>
          <w:tcPr>
            <w:tcW w:w="15877" w:type="dxa"/>
            <w:gridSpan w:val="7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почта для связи  guliaishmi@mail.ru</w:t>
            </w:r>
          </w:p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CAC" w:rsidRPr="000F4E62" w:rsidTr="000F4E62">
        <w:tc>
          <w:tcPr>
            <w:tcW w:w="1135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4E62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r w:rsidRPr="000F4E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4E62">
              <w:rPr>
                <w:rFonts w:ascii="Times New Roman" w:hAnsi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11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4E62">
              <w:rPr>
                <w:rFonts w:ascii="Times New Roman" w:hAnsi="Times New Roman"/>
                <w:b/>
                <w:sz w:val="24"/>
                <w:szCs w:val="24"/>
              </w:rPr>
              <w:t>Тема и ресурс:</w:t>
            </w:r>
          </w:p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410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4E62">
              <w:rPr>
                <w:rFonts w:ascii="Times New Roman" w:hAnsi="Times New Roman"/>
                <w:b/>
                <w:sz w:val="24"/>
                <w:szCs w:val="24"/>
              </w:rPr>
              <w:t>Форма проведения:</w:t>
            </w:r>
          </w:p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26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4E62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</w:p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0F4E62">
              <w:rPr>
                <w:rFonts w:ascii="Times New Roman" w:hAnsi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768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4E62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10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b/>
                <w:sz w:val="24"/>
                <w:szCs w:val="24"/>
              </w:rPr>
              <w:t>Форма сдачи заданий</w:t>
            </w:r>
            <w:r w:rsidRPr="000F4E62">
              <w:rPr>
                <w:rFonts w:ascii="Times New Roman" w:hAnsi="Times New Roman"/>
                <w:sz w:val="24"/>
                <w:szCs w:val="24"/>
              </w:rPr>
              <w:t xml:space="preserve"> (телефон, эл.почта, виртуальный факультатив, образовательная платформа и т.д.)</w:t>
            </w:r>
          </w:p>
        </w:tc>
      </w:tr>
      <w:tr w:rsidR="00EA1CAC" w:rsidRPr="000F4E62" w:rsidTr="000F4E62">
        <w:tc>
          <w:tcPr>
            <w:tcW w:w="1135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A1CAC" w:rsidRDefault="00EA1CA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класс</w:t>
            </w:r>
          </w:p>
          <w:p w:rsidR="00EA1CAC" w:rsidRPr="004834C8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4834C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4111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0C3E">
              <w:rPr>
                <w:rFonts w:ascii="Times New Roman" w:hAnsi="Times New Roman"/>
                <w:lang w:val="tt-RU"/>
              </w:rPr>
              <w:t>“Шәһәрдә” темасын йомгаклау</w:t>
            </w:r>
            <w:r>
              <w:rPr>
                <w:rFonts w:ascii="Times New Roman" w:hAnsi="Times New Roman"/>
                <w:lang w:val="tt-RU"/>
              </w:rPr>
              <w:t>/</w:t>
            </w:r>
            <w:r>
              <w:rPr>
                <w:rFonts w:ascii="Times New Roman" w:hAnsi="Times New Roman"/>
                <w:color w:val="000000"/>
              </w:rPr>
              <w:t xml:space="preserve"> Тема " В</w:t>
            </w:r>
            <w:r w:rsidRPr="00CC68A5">
              <w:rPr>
                <w:rFonts w:ascii="Times New Roman" w:hAnsi="Times New Roman"/>
                <w:color w:val="000000"/>
              </w:rPr>
              <w:t xml:space="preserve"> городе”</w:t>
            </w:r>
            <w:r>
              <w:rPr>
                <w:rFonts w:ascii="Times New Roman" w:hAnsi="Times New Roman"/>
                <w:color w:val="000000"/>
              </w:rPr>
              <w:t>.Учебник стр.79</w:t>
            </w:r>
          </w:p>
        </w:tc>
        <w:tc>
          <w:tcPr>
            <w:tcW w:w="2410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68" w:type="dxa"/>
          </w:tcPr>
          <w:p w:rsidR="00EA1CAC" w:rsidRPr="00BB6376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BB637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EA1CAC" w:rsidRPr="000F4E62" w:rsidRDefault="00EA1CAC" w:rsidP="00BB6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A1CAC" w:rsidRPr="000F4E62" w:rsidTr="000F4E62">
        <w:tc>
          <w:tcPr>
            <w:tcW w:w="1135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A1CAC" w:rsidRPr="00620830" w:rsidRDefault="00EA1CA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0830">
              <w:rPr>
                <w:rFonts w:ascii="Times New Roman" w:hAnsi="Times New Roman"/>
                <w:b/>
                <w:sz w:val="24"/>
                <w:szCs w:val="24"/>
              </w:rPr>
              <w:t>2 класс</w:t>
            </w:r>
          </w:p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4111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D5">
              <w:rPr>
                <w:rFonts w:ascii="Times New Roman" w:hAnsi="Times New Roman"/>
                <w:sz w:val="24"/>
                <w:szCs w:val="24"/>
                <w:lang w:val="tt-RU"/>
              </w:rPr>
              <w:t>“Ям</w:t>
            </w:r>
            <w:r w:rsidRPr="0016450D">
              <w:rPr>
                <w:rFonts w:ascii="Times New Roman" w:hAnsi="Times New Roman"/>
                <w:sz w:val="24"/>
                <w:szCs w:val="24"/>
                <w:lang w:val="tt-RU"/>
              </w:rPr>
              <w:t>ь</w:t>
            </w:r>
            <w:r w:rsidRPr="00BC19D5">
              <w:rPr>
                <w:rFonts w:ascii="Times New Roman" w:hAnsi="Times New Roman"/>
                <w:sz w:val="24"/>
                <w:szCs w:val="24"/>
                <w:lang w:val="tt-RU"/>
              </w:rPr>
              <w:t>ле җәй җитте”тексты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BC19D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Б. Рәхмәт ”Матур җәй”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BC19D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Без Сабантуйга барабыз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BC19D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474095">
              <w:rPr>
                <w:rFonts w:ascii="Times New Roman" w:hAnsi="Times New Roman"/>
                <w:sz w:val="24"/>
                <w:szCs w:val="24"/>
                <w:lang w:val="tt-RU"/>
              </w:rPr>
              <w:t>Текст”наступило прекрасное лето". Б. Спасибо "красивое лето". Мы идем на Сабантуй.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Учебник стр.123</w:t>
            </w:r>
          </w:p>
        </w:tc>
        <w:tc>
          <w:tcPr>
            <w:tcW w:w="2410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68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2410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CAC" w:rsidRPr="000F4E62" w:rsidTr="000F4E62">
        <w:tc>
          <w:tcPr>
            <w:tcW w:w="1135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A1CAC" w:rsidRDefault="00EA1CA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класс</w:t>
            </w:r>
          </w:p>
          <w:p w:rsidR="00EA1CAC" w:rsidRPr="00E1747A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47A"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4111" w:type="dxa"/>
          </w:tcPr>
          <w:p w:rsidR="00EA1CAC" w:rsidRPr="00BC19D5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Беренче хи</w:t>
            </w:r>
            <w:r w:rsidRPr="00DA48C4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сләр...(А.Гыймадиев «Зөлфия +...мин» әсәре)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/</w:t>
            </w:r>
            <w:r>
              <w:t xml:space="preserve"> </w:t>
            </w:r>
            <w:r w:rsidRPr="00204509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А. Гимадиев «Зульфия +...я " произведение)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.Учебник стр.102-103</w:t>
            </w:r>
          </w:p>
        </w:tc>
        <w:tc>
          <w:tcPr>
            <w:tcW w:w="2410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68" w:type="dxa"/>
          </w:tcPr>
          <w:p w:rsidR="00EA1CAC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2410" w:type="dxa"/>
          </w:tcPr>
          <w:p w:rsidR="00EA1CAC" w:rsidRPr="000F4E62" w:rsidRDefault="00EA1CAC" w:rsidP="00E174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CAC" w:rsidRPr="000F4E62" w:rsidTr="000F4E62">
        <w:tc>
          <w:tcPr>
            <w:tcW w:w="1135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A1CAC" w:rsidRDefault="00EA1CA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 класс</w:t>
            </w:r>
          </w:p>
          <w:p w:rsidR="00EA1CAC" w:rsidRPr="00E1747A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47A"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4111" w:type="dxa"/>
          </w:tcPr>
          <w:p w:rsidR="00EA1CAC" w:rsidRPr="00BC19D5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636E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Г. Гыйльманов. “Яшел тутый” новелласы. Новелла </w:t>
            </w:r>
            <w:r w:rsidRPr="00F636E5">
              <w:rPr>
                <w:rFonts w:ascii="Times New Roman" w:hAnsi="Times New Roman"/>
                <w:sz w:val="24"/>
                <w:szCs w:val="24"/>
              </w:rPr>
              <w:t>жанры/«Зеленый попугай»</w:t>
            </w:r>
            <w:r w:rsidRPr="00A97B0C">
              <w:rPr>
                <w:rFonts w:ascii="Times New Roman" w:hAnsi="Times New Roman"/>
                <w:sz w:val="28"/>
                <w:szCs w:val="28"/>
              </w:rPr>
              <w:t>.</w:t>
            </w:r>
            <w:r w:rsidRPr="00F636E5">
              <w:rPr>
                <w:rFonts w:ascii="Times New Roman" w:hAnsi="Times New Roman"/>
                <w:sz w:val="24"/>
                <w:szCs w:val="24"/>
              </w:rPr>
              <w:t>Учебник стр.</w:t>
            </w:r>
            <w:r>
              <w:rPr>
                <w:rFonts w:ascii="Times New Roman" w:hAnsi="Times New Roman"/>
                <w:sz w:val="24"/>
                <w:szCs w:val="24"/>
              </w:rPr>
              <w:t>121-127</w:t>
            </w:r>
          </w:p>
        </w:tc>
        <w:tc>
          <w:tcPr>
            <w:tcW w:w="2410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768" w:type="dxa"/>
          </w:tcPr>
          <w:p w:rsidR="00EA1CAC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2410" w:type="dxa"/>
          </w:tcPr>
          <w:p w:rsidR="00EA1CAC" w:rsidRPr="000F4E62" w:rsidRDefault="00EA1CAC" w:rsidP="00E174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CAC" w:rsidRPr="000F4E62" w:rsidTr="000F4E62">
        <w:tc>
          <w:tcPr>
            <w:tcW w:w="1135" w:type="dxa"/>
          </w:tcPr>
          <w:p w:rsidR="00EA1CAC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A1CAC" w:rsidRDefault="00EA1CA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 класс</w:t>
            </w:r>
          </w:p>
          <w:p w:rsidR="00EA1CAC" w:rsidRPr="00E1747A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47A"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4111" w:type="dxa"/>
          </w:tcPr>
          <w:p w:rsidR="00EA1CAC" w:rsidRPr="0054165F" w:rsidRDefault="00EA1CAC" w:rsidP="00541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4165F">
              <w:rPr>
                <w:rFonts w:ascii="Times New Roman" w:hAnsi="Times New Roman"/>
                <w:sz w:val="24"/>
                <w:szCs w:val="24"/>
                <w:lang w:val="tt-RU"/>
              </w:rPr>
              <w:t>Илдар Юзеевның “Таныш моңнар” поэмасы белән танышуны дәвам итү, поэма турындагы теоретик төшенчәне үзләштерү./</w:t>
            </w:r>
            <w:r w:rsidRPr="0054165F">
              <w:rPr>
                <w:rFonts w:ascii="Times New Roman" w:hAnsi="Times New Roman"/>
                <w:lang w:val="tt-RU"/>
              </w:rPr>
              <w:t xml:space="preserve"> </w:t>
            </w:r>
            <w:r w:rsidRPr="0054165F">
              <w:rPr>
                <w:rFonts w:ascii="Times New Roman" w:hAnsi="Times New Roman"/>
                <w:sz w:val="24"/>
                <w:szCs w:val="24"/>
                <w:lang w:val="tt-RU"/>
              </w:rPr>
              <w:t>Жизнь и творчество И.Юзеева. Изучение отрывка из  поэмы  «Знакомые напевы».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Учебник стр. 96</w:t>
            </w:r>
          </w:p>
          <w:p w:rsidR="00EA1CAC" w:rsidRPr="00BC19D5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410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768" w:type="dxa"/>
          </w:tcPr>
          <w:p w:rsidR="00EA1CAC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2410" w:type="dxa"/>
          </w:tcPr>
          <w:p w:rsidR="00EA1CAC" w:rsidRPr="000F4E62" w:rsidRDefault="00EA1CAC" w:rsidP="00E174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CAC" w:rsidRPr="000F4E62" w:rsidTr="000F4E62">
        <w:tc>
          <w:tcPr>
            <w:tcW w:w="1135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A1CAC" w:rsidRPr="00620830" w:rsidRDefault="00EA1CA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620830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4111" w:type="dxa"/>
          </w:tcPr>
          <w:p w:rsidR="00EA1CAC" w:rsidRPr="009A44C1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Әмирхан Еники иҗаты.</w:t>
            </w:r>
            <w:r>
              <w:t xml:space="preserve"> </w:t>
            </w:r>
            <w:r w:rsidRPr="00AE1F46">
              <w:rPr>
                <w:rFonts w:ascii="Times New Roman" w:hAnsi="Times New Roman"/>
                <w:sz w:val="24"/>
                <w:szCs w:val="24"/>
                <w:lang w:val="tt-RU"/>
              </w:rPr>
              <w:t>Творчество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AE1F46">
              <w:rPr>
                <w:rFonts w:ascii="Times New Roman" w:hAnsi="Times New Roman"/>
                <w:sz w:val="24"/>
                <w:szCs w:val="24"/>
                <w:lang w:val="tt-RU"/>
              </w:rPr>
              <w:t>Әмирхан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Pr="00AE1F4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Еники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.Учебник.стр 143</w:t>
            </w:r>
          </w:p>
        </w:tc>
        <w:tc>
          <w:tcPr>
            <w:tcW w:w="2410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768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2410" w:type="dxa"/>
          </w:tcPr>
          <w:p w:rsidR="00EA1CAC" w:rsidRPr="000F4E62" w:rsidRDefault="00EA1CA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</w:tbl>
    <w:p w:rsidR="00EA1CAC" w:rsidRPr="00B424E0" w:rsidRDefault="00EA1CAC">
      <w:pPr>
        <w:rPr>
          <w:rFonts w:ascii="Times New Roman" w:hAnsi="Times New Roman"/>
          <w:sz w:val="24"/>
          <w:szCs w:val="24"/>
        </w:rPr>
      </w:pPr>
    </w:p>
    <w:sectPr w:rsidR="00EA1CAC" w:rsidRPr="00B424E0" w:rsidSect="00DD44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31C6"/>
    <w:rsid w:val="00014661"/>
    <w:rsid w:val="00022D46"/>
    <w:rsid w:val="00032B76"/>
    <w:rsid w:val="00035BD1"/>
    <w:rsid w:val="00055011"/>
    <w:rsid w:val="000D0C3E"/>
    <w:rsid w:val="000D4532"/>
    <w:rsid w:val="000F4E62"/>
    <w:rsid w:val="00126AC8"/>
    <w:rsid w:val="0016450D"/>
    <w:rsid w:val="001A1685"/>
    <w:rsid w:val="001C4BB2"/>
    <w:rsid w:val="001D2E6B"/>
    <w:rsid w:val="00204509"/>
    <w:rsid w:val="0025108C"/>
    <w:rsid w:val="00272743"/>
    <w:rsid w:val="00291FFF"/>
    <w:rsid w:val="002A60B5"/>
    <w:rsid w:val="002E2ABA"/>
    <w:rsid w:val="002E5928"/>
    <w:rsid w:val="00332A7D"/>
    <w:rsid w:val="003655FE"/>
    <w:rsid w:val="00373B33"/>
    <w:rsid w:val="003820DE"/>
    <w:rsid w:val="003D5A52"/>
    <w:rsid w:val="003E7592"/>
    <w:rsid w:val="003F163A"/>
    <w:rsid w:val="00407D11"/>
    <w:rsid w:val="004510B6"/>
    <w:rsid w:val="0045702D"/>
    <w:rsid w:val="00462559"/>
    <w:rsid w:val="00473518"/>
    <w:rsid w:val="00474095"/>
    <w:rsid w:val="004834C8"/>
    <w:rsid w:val="004D7920"/>
    <w:rsid w:val="0052152B"/>
    <w:rsid w:val="00524004"/>
    <w:rsid w:val="00535EDD"/>
    <w:rsid w:val="0054165F"/>
    <w:rsid w:val="00596ED9"/>
    <w:rsid w:val="005B70B1"/>
    <w:rsid w:val="00603367"/>
    <w:rsid w:val="00605B35"/>
    <w:rsid w:val="00607AF9"/>
    <w:rsid w:val="00620830"/>
    <w:rsid w:val="0064175B"/>
    <w:rsid w:val="006F7D6E"/>
    <w:rsid w:val="00700EE4"/>
    <w:rsid w:val="00717439"/>
    <w:rsid w:val="00723783"/>
    <w:rsid w:val="007B172F"/>
    <w:rsid w:val="00853559"/>
    <w:rsid w:val="00861C12"/>
    <w:rsid w:val="008807CB"/>
    <w:rsid w:val="008E2755"/>
    <w:rsid w:val="00901838"/>
    <w:rsid w:val="0092524F"/>
    <w:rsid w:val="00972E3A"/>
    <w:rsid w:val="0098158E"/>
    <w:rsid w:val="009847AF"/>
    <w:rsid w:val="009A44C1"/>
    <w:rsid w:val="009B35BE"/>
    <w:rsid w:val="00A078CE"/>
    <w:rsid w:val="00A13775"/>
    <w:rsid w:val="00A225A1"/>
    <w:rsid w:val="00A52B86"/>
    <w:rsid w:val="00A64B70"/>
    <w:rsid w:val="00A70056"/>
    <w:rsid w:val="00A93A8E"/>
    <w:rsid w:val="00A943DD"/>
    <w:rsid w:val="00A97B0C"/>
    <w:rsid w:val="00A97CA3"/>
    <w:rsid w:val="00AD1E6A"/>
    <w:rsid w:val="00AE1F46"/>
    <w:rsid w:val="00B03DFF"/>
    <w:rsid w:val="00B11F41"/>
    <w:rsid w:val="00B172C1"/>
    <w:rsid w:val="00B30D00"/>
    <w:rsid w:val="00B424E0"/>
    <w:rsid w:val="00B7797D"/>
    <w:rsid w:val="00BB6376"/>
    <w:rsid w:val="00BC19D5"/>
    <w:rsid w:val="00BC7301"/>
    <w:rsid w:val="00BD34AC"/>
    <w:rsid w:val="00BE31C6"/>
    <w:rsid w:val="00C26C0E"/>
    <w:rsid w:val="00C52501"/>
    <w:rsid w:val="00C76883"/>
    <w:rsid w:val="00CA27F7"/>
    <w:rsid w:val="00CC68A5"/>
    <w:rsid w:val="00CD669A"/>
    <w:rsid w:val="00CF74BA"/>
    <w:rsid w:val="00D221B4"/>
    <w:rsid w:val="00D80986"/>
    <w:rsid w:val="00D85B7A"/>
    <w:rsid w:val="00DA48C4"/>
    <w:rsid w:val="00DB6971"/>
    <w:rsid w:val="00DD44FB"/>
    <w:rsid w:val="00E1747A"/>
    <w:rsid w:val="00E2058F"/>
    <w:rsid w:val="00E6093D"/>
    <w:rsid w:val="00E62B5D"/>
    <w:rsid w:val="00E819C0"/>
    <w:rsid w:val="00EA1CAC"/>
    <w:rsid w:val="00EA2EEE"/>
    <w:rsid w:val="00EC093E"/>
    <w:rsid w:val="00EE0B97"/>
    <w:rsid w:val="00EF029C"/>
    <w:rsid w:val="00F23B06"/>
    <w:rsid w:val="00F52C57"/>
    <w:rsid w:val="00F541C8"/>
    <w:rsid w:val="00F636E5"/>
    <w:rsid w:val="00F67FC2"/>
    <w:rsid w:val="00F87275"/>
    <w:rsid w:val="00FA4294"/>
    <w:rsid w:val="00FD4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5A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24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128</TotalTime>
  <Pages>2</Pages>
  <Words>315</Words>
  <Characters>1798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104</cp:revision>
  <dcterms:created xsi:type="dcterms:W3CDTF">2020-03-27T05:47:00Z</dcterms:created>
  <dcterms:modified xsi:type="dcterms:W3CDTF">2020-05-02T11:40:00Z</dcterms:modified>
</cp:coreProperties>
</file>